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2B8B0E1B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DC6D0C" w:rsidRPr="003E2FB7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2020-2023</w:t>
      </w:r>
      <w:r w:rsidR="00DC6D0C" w:rsidRPr="00C97263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916D897" w14:textId="13CA95AF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B970CC">
        <w:rPr>
          <w:rFonts w:ascii="Corbel" w:hAnsi="Corbel"/>
          <w:sz w:val="20"/>
          <w:szCs w:val="20"/>
        </w:rPr>
        <w:t>2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B970CC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0" w:name="_Hlk57004889"/>
      <w:r w:rsidRPr="003E0BC0">
        <w:rPr>
          <w:rFonts w:ascii="Corbel" w:hAnsi="Corbel"/>
          <w:b w:val="0"/>
          <w:smallCaps w:val="0"/>
          <w:color w:val="000000" w:themeColor="text1"/>
        </w:rPr>
        <w:t xml:space="preserve">þ zajęcia w formie tradycyjnej lub z wykorzystaniem platformy Ms </w:t>
      </w:r>
      <w:proofErr w:type="spellStart"/>
      <w:r w:rsidRPr="003E0BC0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0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lastRenderedPageBreak/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77777777" w:rsidR="0085747A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77777777" w:rsidR="00C61DC5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Przedsiębiorstwo międzynarodowe / Jerzy </w:t>
            </w:r>
            <w:proofErr w:type="spellStart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20F9C" w14:textId="77777777" w:rsidR="007C0F8E" w:rsidRDefault="007C0F8E" w:rsidP="00C16ABF">
      <w:pPr>
        <w:spacing w:after="0" w:line="240" w:lineRule="auto"/>
      </w:pPr>
      <w:r>
        <w:separator/>
      </w:r>
    </w:p>
  </w:endnote>
  <w:endnote w:type="continuationSeparator" w:id="0">
    <w:p w14:paraId="2FFF748E" w14:textId="77777777" w:rsidR="007C0F8E" w:rsidRDefault="007C0F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9394A" w14:textId="77777777" w:rsidR="007C0F8E" w:rsidRDefault="007C0F8E" w:rsidP="00C16ABF">
      <w:pPr>
        <w:spacing w:after="0" w:line="240" w:lineRule="auto"/>
      </w:pPr>
      <w:r>
        <w:separator/>
      </w:r>
    </w:p>
  </w:footnote>
  <w:footnote w:type="continuationSeparator" w:id="0">
    <w:p w14:paraId="69B4DC44" w14:textId="77777777" w:rsidR="007C0F8E" w:rsidRDefault="007C0F8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0D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CFB582-CD9F-4B8F-9A74-25D0DCE5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2021-01-19T09:35:00Z</dcterms:created>
  <dcterms:modified xsi:type="dcterms:W3CDTF">2021-02-02T06:56:00Z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